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27" w:rsidRPr="00C35127" w:rsidRDefault="000A5FA4" w:rsidP="00C35127">
      <w:pPr>
        <w:spacing w:after="120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Załącznik </w:t>
      </w:r>
      <w:r w:rsidR="003563C6">
        <w:rPr>
          <w:rFonts w:ascii="Arial" w:hAnsi="Arial"/>
          <w:i/>
          <w:sz w:val="20"/>
        </w:rPr>
        <w:t>L_22</w:t>
      </w:r>
      <w:r>
        <w:rPr>
          <w:rFonts w:ascii="Arial" w:hAnsi="Arial"/>
          <w:i/>
          <w:sz w:val="20"/>
        </w:rPr>
        <w:t>c</w:t>
      </w:r>
    </w:p>
    <w:p w:rsidR="00C35127" w:rsidRDefault="00C35127" w:rsidP="00C35127">
      <w:pPr>
        <w:ind w:left="-180"/>
        <w:rPr>
          <w:sz w:val="20"/>
          <w:lang w:val="pt-BR"/>
        </w:rPr>
      </w:pPr>
    </w:p>
    <w:p w:rsidR="00A62B18" w:rsidRDefault="00A62B18" w:rsidP="00A62B18">
      <w:pPr>
        <w:ind w:left="-180"/>
        <w:rPr>
          <w:sz w:val="20"/>
          <w:lang w:val="pt-BR"/>
        </w:rPr>
      </w:pPr>
    </w:p>
    <w:tbl>
      <w:tblPr>
        <w:tblW w:w="9720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right"/>
              <w:rPr>
                <w:rFonts w:ascii="Arial" w:hAnsi="Arial" w:cs="Arial"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>…………………………………., …………………….</w:t>
            </w:r>
          </w:p>
        </w:tc>
      </w:tr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</w:t>
            </w:r>
            <w:r>
              <w:rPr>
                <w:rFonts w:ascii="Arial" w:hAnsi="Arial" w:cs="Arial"/>
                <w:sz w:val="20"/>
              </w:rPr>
              <w:t xml:space="preserve">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miejscowość                              </w:t>
            </w:r>
            <w:r>
              <w:rPr>
                <w:rFonts w:ascii="Arial" w:hAnsi="Arial" w:cs="Arial"/>
                <w:i/>
                <w:sz w:val="16"/>
              </w:rPr>
              <w:t xml:space="preserve"> 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  data </w:t>
            </w:r>
          </w:p>
        </w:tc>
      </w:tr>
    </w:tbl>
    <w:p w:rsidR="00277852" w:rsidRPr="001D3357" w:rsidRDefault="00277852" w:rsidP="00277852">
      <w:pPr>
        <w:rPr>
          <w:rFonts w:ascii="Arial" w:hAnsi="Arial" w:cs="Arial"/>
        </w:rPr>
      </w:pPr>
    </w:p>
    <w:p w:rsidR="00277852" w:rsidRPr="001D3357" w:rsidRDefault="00277852" w:rsidP="00277852">
      <w:pPr>
        <w:rPr>
          <w:rFonts w:ascii="Arial" w:hAnsi="Arial" w:cs="Arial"/>
        </w:rPr>
      </w:pPr>
    </w:p>
    <w:p w:rsidR="00277852" w:rsidRPr="009F5D41" w:rsidRDefault="00277852" w:rsidP="00277852">
      <w:pPr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hAnsi="Arial" w:cs="Arial"/>
          <w:b/>
          <w:sz w:val="28"/>
          <w:szCs w:val="28"/>
        </w:rPr>
        <w:t xml:space="preserve">DELEGACJA / </w:t>
      </w:r>
      <w:r w:rsidRPr="001D3357">
        <w:rPr>
          <w:rFonts w:ascii="Arial" w:hAnsi="Arial" w:cs="Arial"/>
          <w:b/>
          <w:sz w:val="28"/>
          <w:szCs w:val="28"/>
        </w:rPr>
        <w:t>UPOWAŻNIENIE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vertAlign w:val="superscript"/>
        </w:rPr>
        <w:t>*</w:t>
      </w:r>
    </w:p>
    <w:p w:rsidR="00277852" w:rsidRPr="001D3357" w:rsidRDefault="00277852" w:rsidP="00277852">
      <w:pPr>
        <w:rPr>
          <w:rFonts w:ascii="Arial" w:hAnsi="Arial" w:cs="Arial"/>
          <w:sz w:val="28"/>
          <w:szCs w:val="28"/>
        </w:rPr>
      </w:pPr>
    </w:p>
    <w:p w:rsidR="00277852" w:rsidRPr="001D3357" w:rsidRDefault="00277852" w:rsidP="00277852">
      <w:pPr>
        <w:rPr>
          <w:rFonts w:ascii="Arial" w:hAnsi="Arial" w:cs="Arial"/>
        </w:rPr>
      </w:pPr>
      <w:r w:rsidRPr="001D3357">
        <w:rPr>
          <w:rFonts w:ascii="Arial" w:hAnsi="Arial" w:cs="Arial"/>
        </w:rPr>
        <w:t>Nr rej. …….../15</w:t>
      </w:r>
    </w:p>
    <w:p w:rsidR="00277852" w:rsidRPr="001D3357" w:rsidRDefault="00277852" w:rsidP="00277852">
      <w:pPr>
        <w:rPr>
          <w:rFonts w:ascii="Arial" w:hAnsi="Arial" w:cs="Arial"/>
        </w:rPr>
      </w:pPr>
    </w:p>
    <w:p w:rsidR="00277852" w:rsidRDefault="00277852" w:rsidP="00277852">
      <w:pPr>
        <w:jc w:val="both"/>
        <w:rPr>
          <w:rFonts w:ascii="Arial" w:hAnsi="Arial" w:cs="Arial"/>
        </w:rPr>
      </w:pPr>
    </w:p>
    <w:p w:rsidR="00277852" w:rsidRPr="001D3357" w:rsidRDefault="00277852" w:rsidP="00014593">
      <w:pPr>
        <w:ind w:right="-45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5A22CD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143 rozporządzenia Ministra Edukacji Na</w:t>
      </w:r>
      <w:r w:rsidR="00014593">
        <w:rPr>
          <w:rFonts w:ascii="Arial" w:hAnsi="Arial" w:cs="Arial"/>
        </w:rPr>
        <w:t>rodowej z dnia 30 kwietnia 2007 </w:t>
      </w:r>
      <w:r>
        <w:rPr>
          <w:rFonts w:ascii="Arial" w:hAnsi="Arial" w:cs="Arial"/>
        </w:rPr>
        <w:t>r. w </w:t>
      </w:r>
      <w:r w:rsidRPr="005A22CD">
        <w:rPr>
          <w:rFonts w:ascii="Arial" w:hAnsi="Arial" w:cs="Arial"/>
        </w:rPr>
        <w:t>sprawie warunków i sposobu oceniania, klasyf</w:t>
      </w:r>
      <w:r>
        <w:rPr>
          <w:rFonts w:ascii="Arial" w:hAnsi="Arial" w:cs="Arial"/>
        </w:rPr>
        <w:t>ikowania i promowania uczniów i </w:t>
      </w:r>
      <w:r w:rsidRPr="005A22CD">
        <w:rPr>
          <w:rFonts w:ascii="Arial" w:hAnsi="Arial" w:cs="Arial"/>
        </w:rPr>
        <w:t>słuchaczy oraz przeprowadzania sprawdzianów i egzaminów w szkołach publicznych (Dz</w:t>
      </w:r>
      <w:r>
        <w:rPr>
          <w:rFonts w:ascii="Arial" w:hAnsi="Arial" w:cs="Arial"/>
        </w:rPr>
        <w:t>.</w:t>
      </w:r>
      <w:r w:rsidRPr="005A22CD">
        <w:rPr>
          <w:rFonts w:ascii="Arial" w:hAnsi="Arial" w:cs="Arial"/>
        </w:rPr>
        <w:t>U</w:t>
      </w:r>
      <w:r>
        <w:rPr>
          <w:rFonts w:ascii="Arial" w:hAnsi="Arial" w:cs="Arial"/>
        </w:rPr>
        <w:t>. Nr </w:t>
      </w:r>
      <w:r w:rsidRPr="005A22CD">
        <w:rPr>
          <w:rFonts w:ascii="Arial" w:hAnsi="Arial" w:cs="Arial"/>
        </w:rPr>
        <w:t>83, poz. 562, ze zm.)</w:t>
      </w:r>
    </w:p>
    <w:p w:rsidR="00277852" w:rsidRDefault="00277852" w:rsidP="00277852">
      <w:pPr>
        <w:rPr>
          <w:rFonts w:ascii="Arial" w:hAnsi="Arial" w:cs="Arial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191"/>
      </w:tblGrid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deleguję Pana / Pa</w:t>
            </w:r>
            <w:r w:rsidR="00513160">
              <w:rPr>
                <w:rFonts w:ascii="Arial" w:hAnsi="Arial" w:cs="Arial"/>
              </w:rPr>
              <w:t xml:space="preserve">nią …………………………………………………………………… 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1D3357" w:rsidRDefault="00277852" w:rsidP="00E5601F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upoważniam Pana / Panią ………………………………………………………………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delegowanego/ą przez …………………………………………………………………… ,</w:t>
            </w:r>
          </w:p>
          <w:p w:rsidR="00277852" w:rsidRPr="009F5D41" w:rsidRDefault="00277852" w:rsidP="00E5601F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nazwa instytucji delegującej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</w:tc>
      </w:tr>
    </w:tbl>
    <w:p w:rsidR="00277852" w:rsidRPr="005A22CD" w:rsidRDefault="00277852" w:rsidP="00277852">
      <w:pPr>
        <w:rPr>
          <w:rFonts w:ascii="Arial" w:hAnsi="Arial" w:cs="Arial"/>
          <w:color w:val="FF0000"/>
        </w:rPr>
      </w:pPr>
    </w:p>
    <w:p w:rsidR="00277852" w:rsidRDefault="00277852" w:rsidP="00277852">
      <w:pPr>
        <w:pStyle w:val="Nagwek7"/>
        <w:spacing w:before="60" w:after="60"/>
        <w:rPr>
          <w:rFonts w:ascii="Arial" w:hAnsi="Arial" w:cs="Arial"/>
          <w:sz w:val="20"/>
          <w:szCs w:val="20"/>
        </w:rPr>
      </w:pPr>
    </w:p>
    <w:p w:rsidR="00277852" w:rsidRPr="00014593" w:rsidRDefault="00277852" w:rsidP="00014593">
      <w:pPr>
        <w:pStyle w:val="Nagwek7"/>
        <w:spacing w:before="60" w:after="6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14593">
        <w:rPr>
          <w:rFonts w:ascii="Arial" w:hAnsi="Arial" w:cs="Arial"/>
          <w:sz w:val="20"/>
          <w:szCs w:val="20"/>
        </w:rPr>
        <w:t xml:space="preserve">       </w:t>
      </w:r>
      <w:r w:rsidRPr="00014593">
        <w:rPr>
          <w:rFonts w:ascii="Arial" w:hAnsi="Arial" w:cs="Arial"/>
          <w:color w:val="auto"/>
          <w:sz w:val="20"/>
          <w:szCs w:val="20"/>
        </w:rPr>
        <w:t>Podpis dyrektora CKE lub OKE</w:t>
      </w:r>
    </w:p>
    <w:p w:rsidR="00277852" w:rsidRPr="001D3357" w:rsidRDefault="00277852" w:rsidP="00277852"/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Pr="001F2118" w:rsidRDefault="007F7777" w:rsidP="00277852">
      <w:pPr>
        <w:spacing w:before="60" w:after="60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82.5pt;margin-top:9.8pt;width:184.8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" filled="f" stroked="f">
            <v:textbox style="mso-next-textbox:#_x0000_s1030">
              <w:txbxContent>
                <w:p w:rsidR="00277852" w:rsidRPr="007664A6" w:rsidRDefault="00277852" w:rsidP="00277852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7664A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podpis </w:t>
                  </w:r>
                </w:p>
              </w:txbxContent>
            </v:textbox>
          </v:shape>
        </w:pict>
      </w:r>
      <w:r w:rsidR="00277852" w:rsidRPr="001F2118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Default="00277852" w:rsidP="00277852">
      <w:pPr>
        <w:rPr>
          <w:rFonts w:ascii="Arial" w:hAnsi="Arial" w:cs="Arial"/>
          <w:sz w:val="20"/>
        </w:rPr>
      </w:pPr>
    </w:p>
    <w:p w:rsidR="00277852" w:rsidRDefault="00277852" w:rsidP="00277852">
      <w:pPr>
        <w:rPr>
          <w:rFonts w:ascii="Arial" w:hAnsi="Arial" w:cs="Arial"/>
          <w:sz w:val="18"/>
          <w:szCs w:val="18"/>
        </w:rPr>
      </w:pPr>
    </w:p>
    <w:p w:rsidR="00513160" w:rsidRDefault="00513160" w:rsidP="00277852">
      <w:pPr>
        <w:rPr>
          <w:rFonts w:ascii="Arial" w:hAnsi="Arial" w:cs="Arial"/>
          <w:sz w:val="18"/>
          <w:szCs w:val="18"/>
        </w:rPr>
      </w:pPr>
    </w:p>
    <w:p w:rsidR="00513160" w:rsidRDefault="00513160" w:rsidP="00277852">
      <w:pPr>
        <w:rPr>
          <w:rFonts w:ascii="Arial" w:hAnsi="Arial" w:cs="Arial"/>
          <w:sz w:val="18"/>
          <w:szCs w:val="18"/>
        </w:rPr>
      </w:pPr>
    </w:p>
    <w:p w:rsidR="00513160" w:rsidRDefault="00513160" w:rsidP="00277852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BF2AFE" w:rsidRPr="00C35127" w:rsidRDefault="00277852" w:rsidP="00A62B18">
      <w:r w:rsidRPr="009F5D41">
        <w:rPr>
          <w:rFonts w:ascii="Arial" w:hAnsi="Arial" w:cs="Arial"/>
          <w:sz w:val="18"/>
          <w:szCs w:val="18"/>
        </w:rPr>
        <w:t xml:space="preserve">* </w:t>
      </w:r>
      <w:r>
        <w:rPr>
          <w:rFonts w:ascii="Arial" w:hAnsi="Arial" w:cs="Arial"/>
          <w:sz w:val="18"/>
          <w:szCs w:val="18"/>
        </w:rPr>
        <w:t>Niepotrzebne skreślić oraz wypełnić odpowiednią część: A – w przypadku oddelegowania, B – w przypadku upoważnienia pracownika oddelegowanego przez inną instytucję, za wyjątkiem przedstawicieli MEN.</w:t>
      </w:r>
    </w:p>
    <w:sectPr w:rsidR="00BF2AFE" w:rsidRPr="00C35127" w:rsidSect="00E90EAE">
      <w:footerReference w:type="even" r:id="rId7"/>
      <w:footerReference w:type="default" r:id="rId8"/>
      <w:pgSz w:w="11906" w:h="16838"/>
      <w:pgMar w:top="720" w:right="1418" w:bottom="900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777" w:rsidRDefault="007F7777">
      <w:r>
        <w:separator/>
      </w:r>
    </w:p>
  </w:endnote>
  <w:endnote w:type="continuationSeparator" w:id="0">
    <w:p w:rsidR="007F7777" w:rsidRDefault="007F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C3" w:rsidRDefault="00505430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C3" w:rsidRDefault="009C70C3" w:rsidP="009150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C3" w:rsidRDefault="00505430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459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70C3" w:rsidRPr="00B92B91" w:rsidRDefault="009C70C3" w:rsidP="0091507C">
    <w:pPr>
      <w:pStyle w:val="Stopka"/>
      <w:ind w:right="360"/>
      <w:rPr>
        <w:i/>
        <w:sz w:val="20"/>
        <w:szCs w:val="20"/>
      </w:rPr>
    </w:pPr>
    <w:r w:rsidRPr="00B92B91">
      <w:rPr>
        <w:i/>
        <w:sz w:val="20"/>
        <w:szCs w:val="20"/>
      </w:rPr>
      <w:t>MJ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777" w:rsidRDefault="007F7777">
      <w:r>
        <w:separator/>
      </w:r>
    </w:p>
  </w:footnote>
  <w:footnote w:type="continuationSeparator" w:id="0">
    <w:p w:rsidR="007F7777" w:rsidRDefault="007F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04B97"/>
    <w:multiLevelType w:val="hybridMultilevel"/>
    <w:tmpl w:val="C9CE6B88"/>
    <w:lvl w:ilvl="0" w:tplc="3C829DD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24035"/>
    <w:multiLevelType w:val="hybridMultilevel"/>
    <w:tmpl w:val="9698E8CA"/>
    <w:lvl w:ilvl="0" w:tplc="415E12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6D7D69"/>
    <w:multiLevelType w:val="hybridMultilevel"/>
    <w:tmpl w:val="F9BE96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A0A4B"/>
    <w:multiLevelType w:val="hybridMultilevel"/>
    <w:tmpl w:val="3812925E"/>
    <w:lvl w:ilvl="0" w:tplc="847E4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9006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CA42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DC7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B2D9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5E9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AEBF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CC5B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C60E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A4E88"/>
    <w:multiLevelType w:val="hybridMultilevel"/>
    <w:tmpl w:val="F81015B0"/>
    <w:lvl w:ilvl="0" w:tplc="2A264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127733"/>
    <w:multiLevelType w:val="hybridMultilevel"/>
    <w:tmpl w:val="59C8D53E"/>
    <w:lvl w:ilvl="0" w:tplc="A0707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8B42C07"/>
    <w:multiLevelType w:val="hybridMultilevel"/>
    <w:tmpl w:val="83B05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A2D7D"/>
    <w:multiLevelType w:val="hybridMultilevel"/>
    <w:tmpl w:val="8D0EDE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6F4534"/>
    <w:multiLevelType w:val="hybridMultilevel"/>
    <w:tmpl w:val="617C4B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885385"/>
    <w:multiLevelType w:val="hybridMultilevel"/>
    <w:tmpl w:val="A8AC4958"/>
    <w:lvl w:ilvl="0" w:tplc="8820C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F74"/>
    <w:rsid w:val="00006493"/>
    <w:rsid w:val="00014593"/>
    <w:rsid w:val="000218C3"/>
    <w:rsid w:val="000231F1"/>
    <w:rsid w:val="00032F8B"/>
    <w:rsid w:val="000827DB"/>
    <w:rsid w:val="000A0065"/>
    <w:rsid w:val="000A5FA4"/>
    <w:rsid w:val="000B6AF3"/>
    <w:rsid w:val="000C222C"/>
    <w:rsid w:val="000C7D0E"/>
    <w:rsid w:val="000D0A0B"/>
    <w:rsid w:val="000D4B58"/>
    <w:rsid w:val="000E641A"/>
    <w:rsid w:val="000F3DB1"/>
    <w:rsid w:val="000F4624"/>
    <w:rsid w:val="001204C0"/>
    <w:rsid w:val="00122A39"/>
    <w:rsid w:val="00124310"/>
    <w:rsid w:val="001523CE"/>
    <w:rsid w:val="001549E3"/>
    <w:rsid w:val="00154A91"/>
    <w:rsid w:val="00163EBA"/>
    <w:rsid w:val="0016687D"/>
    <w:rsid w:val="00170299"/>
    <w:rsid w:val="00196A0A"/>
    <w:rsid w:val="001A12E9"/>
    <w:rsid w:val="001A33C9"/>
    <w:rsid w:val="001C0D1D"/>
    <w:rsid w:val="001D466F"/>
    <w:rsid w:val="001E53BB"/>
    <w:rsid w:val="001F40C3"/>
    <w:rsid w:val="00202B8D"/>
    <w:rsid w:val="002063FB"/>
    <w:rsid w:val="002073F9"/>
    <w:rsid w:val="002127E2"/>
    <w:rsid w:val="00220198"/>
    <w:rsid w:val="002430D3"/>
    <w:rsid w:val="00251C17"/>
    <w:rsid w:val="00266446"/>
    <w:rsid w:val="00267D92"/>
    <w:rsid w:val="00277852"/>
    <w:rsid w:val="00283B0F"/>
    <w:rsid w:val="002957EE"/>
    <w:rsid w:val="002D41B0"/>
    <w:rsid w:val="002E22F1"/>
    <w:rsid w:val="002F6DF1"/>
    <w:rsid w:val="00314A90"/>
    <w:rsid w:val="00326071"/>
    <w:rsid w:val="0035564C"/>
    <w:rsid w:val="003563C6"/>
    <w:rsid w:val="00361CB7"/>
    <w:rsid w:val="00387DC3"/>
    <w:rsid w:val="003925F4"/>
    <w:rsid w:val="003A7BDC"/>
    <w:rsid w:val="003D3B0D"/>
    <w:rsid w:val="004145A6"/>
    <w:rsid w:val="00422427"/>
    <w:rsid w:val="00435796"/>
    <w:rsid w:val="0044055A"/>
    <w:rsid w:val="00441BFF"/>
    <w:rsid w:val="004449BA"/>
    <w:rsid w:val="0046322A"/>
    <w:rsid w:val="004806AC"/>
    <w:rsid w:val="004B5A40"/>
    <w:rsid w:val="004B5AC9"/>
    <w:rsid w:val="004C05DC"/>
    <w:rsid w:val="004C18BC"/>
    <w:rsid w:val="004C4A70"/>
    <w:rsid w:val="004E501C"/>
    <w:rsid w:val="00501C14"/>
    <w:rsid w:val="0050301D"/>
    <w:rsid w:val="00505430"/>
    <w:rsid w:val="00513160"/>
    <w:rsid w:val="00524928"/>
    <w:rsid w:val="0053044F"/>
    <w:rsid w:val="005363B1"/>
    <w:rsid w:val="00541636"/>
    <w:rsid w:val="00543445"/>
    <w:rsid w:val="005576E4"/>
    <w:rsid w:val="00570058"/>
    <w:rsid w:val="00594A6C"/>
    <w:rsid w:val="005B1906"/>
    <w:rsid w:val="005B53D4"/>
    <w:rsid w:val="005C2CDB"/>
    <w:rsid w:val="005E300D"/>
    <w:rsid w:val="005F1F9D"/>
    <w:rsid w:val="005F6859"/>
    <w:rsid w:val="00603529"/>
    <w:rsid w:val="00604495"/>
    <w:rsid w:val="00622CC2"/>
    <w:rsid w:val="00624FF3"/>
    <w:rsid w:val="00633F40"/>
    <w:rsid w:val="006376BD"/>
    <w:rsid w:val="00644220"/>
    <w:rsid w:val="00665688"/>
    <w:rsid w:val="006663A0"/>
    <w:rsid w:val="00674886"/>
    <w:rsid w:val="00687666"/>
    <w:rsid w:val="00690338"/>
    <w:rsid w:val="00691718"/>
    <w:rsid w:val="0069471A"/>
    <w:rsid w:val="006B7879"/>
    <w:rsid w:val="006C5BF8"/>
    <w:rsid w:val="006E463C"/>
    <w:rsid w:val="00703F46"/>
    <w:rsid w:val="0071628A"/>
    <w:rsid w:val="0072253E"/>
    <w:rsid w:val="00730D7C"/>
    <w:rsid w:val="00735389"/>
    <w:rsid w:val="0073784E"/>
    <w:rsid w:val="0074318B"/>
    <w:rsid w:val="00744DD9"/>
    <w:rsid w:val="00757AE4"/>
    <w:rsid w:val="007813E7"/>
    <w:rsid w:val="0078635A"/>
    <w:rsid w:val="007B15C0"/>
    <w:rsid w:val="007C3242"/>
    <w:rsid w:val="007E07DA"/>
    <w:rsid w:val="007E0B18"/>
    <w:rsid w:val="007E322E"/>
    <w:rsid w:val="007E4CCF"/>
    <w:rsid w:val="007F7777"/>
    <w:rsid w:val="00881531"/>
    <w:rsid w:val="008A732B"/>
    <w:rsid w:val="008B0B18"/>
    <w:rsid w:val="008B2B96"/>
    <w:rsid w:val="008B6F74"/>
    <w:rsid w:val="008C6CC3"/>
    <w:rsid w:val="008C723A"/>
    <w:rsid w:val="008D2FA8"/>
    <w:rsid w:val="008E7221"/>
    <w:rsid w:val="008F4866"/>
    <w:rsid w:val="0091507C"/>
    <w:rsid w:val="00922C0B"/>
    <w:rsid w:val="0092489D"/>
    <w:rsid w:val="0093763E"/>
    <w:rsid w:val="009418D4"/>
    <w:rsid w:val="009429EC"/>
    <w:rsid w:val="0095356B"/>
    <w:rsid w:val="00955005"/>
    <w:rsid w:val="009655B2"/>
    <w:rsid w:val="00985B93"/>
    <w:rsid w:val="00991834"/>
    <w:rsid w:val="009B5F43"/>
    <w:rsid w:val="009C70C3"/>
    <w:rsid w:val="009E1D7F"/>
    <w:rsid w:val="00A13183"/>
    <w:rsid w:val="00A242A0"/>
    <w:rsid w:val="00A25A32"/>
    <w:rsid w:val="00A35FE2"/>
    <w:rsid w:val="00A367BC"/>
    <w:rsid w:val="00A36E0D"/>
    <w:rsid w:val="00A401B8"/>
    <w:rsid w:val="00A61DBE"/>
    <w:rsid w:val="00A62B18"/>
    <w:rsid w:val="00A666BC"/>
    <w:rsid w:val="00A70511"/>
    <w:rsid w:val="00A77BFD"/>
    <w:rsid w:val="00A927BB"/>
    <w:rsid w:val="00AB0CDE"/>
    <w:rsid w:val="00AC1409"/>
    <w:rsid w:val="00AD2049"/>
    <w:rsid w:val="00AF3478"/>
    <w:rsid w:val="00B167E1"/>
    <w:rsid w:val="00B24930"/>
    <w:rsid w:val="00B46FEC"/>
    <w:rsid w:val="00B561C2"/>
    <w:rsid w:val="00B6670C"/>
    <w:rsid w:val="00B727D6"/>
    <w:rsid w:val="00B73907"/>
    <w:rsid w:val="00B92B91"/>
    <w:rsid w:val="00BB31BC"/>
    <w:rsid w:val="00BB7D02"/>
    <w:rsid w:val="00BC0379"/>
    <w:rsid w:val="00BC3C5E"/>
    <w:rsid w:val="00BD64F2"/>
    <w:rsid w:val="00BE3B8B"/>
    <w:rsid w:val="00BE5EA3"/>
    <w:rsid w:val="00BE7DC1"/>
    <w:rsid w:val="00BF2AFE"/>
    <w:rsid w:val="00BF43F8"/>
    <w:rsid w:val="00C00074"/>
    <w:rsid w:val="00C051E9"/>
    <w:rsid w:val="00C22D94"/>
    <w:rsid w:val="00C313CE"/>
    <w:rsid w:val="00C35127"/>
    <w:rsid w:val="00C36FAF"/>
    <w:rsid w:val="00C74418"/>
    <w:rsid w:val="00C77268"/>
    <w:rsid w:val="00C8425E"/>
    <w:rsid w:val="00CB0057"/>
    <w:rsid w:val="00CD2C1F"/>
    <w:rsid w:val="00CF01B2"/>
    <w:rsid w:val="00CF6688"/>
    <w:rsid w:val="00D046C6"/>
    <w:rsid w:val="00D20F3E"/>
    <w:rsid w:val="00D44127"/>
    <w:rsid w:val="00D452F3"/>
    <w:rsid w:val="00D5759F"/>
    <w:rsid w:val="00D65019"/>
    <w:rsid w:val="00D7475A"/>
    <w:rsid w:val="00D80698"/>
    <w:rsid w:val="00D958EB"/>
    <w:rsid w:val="00DA1380"/>
    <w:rsid w:val="00DA3C9B"/>
    <w:rsid w:val="00DB0D89"/>
    <w:rsid w:val="00DD161B"/>
    <w:rsid w:val="00DE6959"/>
    <w:rsid w:val="00DF0B0C"/>
    <w:rsid w:val="00DF69C5"/>
    <w:rsid w:val="00E62CE7"/>
    <w:rsid w:val="00E72D3A"/>
    <w:rsid w:val="00E74528"/>
    <w:rsid w:val="00E74782"/>
    <w:rsid w:val="00E848CE"/>
    <w:rsid w:val="00E854CE"/>
    <w:rsid w:val="00E85BF4"/>
    <w:rsid w:val="00E90EAE"/>
    <w:rsid w:val="00E94238"/>
    <w:rsid w:val="00EA70E2"/>
    <w:rsid w:val="00EB68D6"/>
    <w:rsid w:val="00EC1C36"/>
    <w:rsid w:val="00EC3C62"/>
    <w:rsid w:val="00ED2396"/>
    <w:rsid w:val="00ED680A"/>
    <w:rsid w:val="00EE58B5"/>
    <w:rsid w:val="00EE7904"/>
    <w:rsid w:val="00EF3567"/>
    <w:rsid w:val="00EF64D5"/>
    <w:rsid w:val="00F05C03"/>
    <w:rsid w:val="00F10CBC"/>
    <w:rsid w:val="00F153CF"/>
    <w:rsid w:val="00F74DC0"/>
    <w:rsid w:val="00F80809"/>
    <w:rsid w:val="00F86552"/>
    <w:rsid w:val="00F932FC"/>
    <w:rsid w:val="00F9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536709B5-89E0-4267-8A08-0A85CD66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41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F4624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0F4624"/>
    <w:pPr>
      <w:keepNext/>
      <w:ind w:left="709"/>
      <w:outlineLvl w:val="1"/>
    </w:pPr>
    <w:rPr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2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462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46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4624"/>
  </w:style>
  <w:style w:type="paragraph" w:styleId="Tekstpodstawowy">
    <w:name w:val="Body Text"/>
    <w:basedOn w:val="Normalny"/>
    <w:rsid w:val="000F4624"/>
    <w:pPr>
      <w:spacing w:line="360" w:lineRule="auto"/>
      <w:jc w:val="both"/>
    </w:pPr>
  </w:style>
  <w:style w:type="paragraph" w:styleId="Tekstpodstawowywcity">
    <w:name w:val="Body Text Indent"/>
    <w:basedOn w:val="Normalny"/>
    <w:rsid w:val="000F4624"/>
    <w:pPr>
      <w:spacing w:before="100" w:beforeAutospacing="1" w:after="100" w:afterAutospacing="1"/>
      <w:ind w:firstLine="708"/>
      <w:jc w:val="both"/>
    </w:pPr>
    <w:rPr>
      <w:color w:val="000000"/>
    </w:rPr>
  </w:style>
  <w:style w:type="character" w:styleId="Pogrubienie">
    <w:name w:val="Strong"/>
    <w:basedOn w:val="Domylnaczcionkaakapitu"/>
    <w:qFormat/>
    <w:rsid w:val="000F4624"/>
    <w:rPr>
      <w:b/>
      <w:bCs/>
    </w:rPr>
  </w:style>
  <w:style w:type="paragraph" w:styleId="Tekstprzypisudolnego">
    <w:name w:val="footnote text"/>
    <w:basedOn w:val="Normalny"/>
    <w:semiHidden/>
    <w:rsid w:val="0067488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674886"/>
    <w:rPr>
      <w:vertAlign w:val="superscript"/>
    </w:rPr>
  </w:style>
  <w:style w:type="paragraph" w:styleId="Tekstblokowy">
    <w:name w:val="Block Text"/>
    <w:basedOn w:val="Normalny"/>
    <w:rsid w:val="00603529"/>
    <w:pPr>
      <w:ind w:left="-180" w:right="-176"/>
      <w:jc w:val="both"/>
    </w:pPr>
  </w:style>
  <w:style w:type="character" w:styleId="Hipercze">
    <w:name w:val="Hyperlink"/>
    <w:basedOn w:val="Domylnaczcionkaakapitu"/>
    <w:rsid w:val="00622CC2"/>
    <w:rPr>
      <w:color w:val="0000FF"/>
      <w:u w:val="single"/>
    </w:rPr>
  </w:style>
  <w:style w:type="paragraph" w:customStyle="1" w:styleId="Akapitzlist1">
    <w:name w:val="Akapit z listą1"/>
    <w:basedOn w:val="Normalny"/>
    <w:rsid w:val="00EC3C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9418D4"/>
    <w:pPr>
      <w:spacing w:after="120" w:line="480" w:lineRule="auto"/>
    </w:pPr>
  </w:style>
  <w:style w:type="paragraph" w:styleId="Tekstprzypisukocowego">
    <w:name w:val="endnote text"/>
    <w:basedOn w:val="Normalny"/>
    <w:semiHidden/>
    <w:rsid w:val="00881531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881531"/>
    <w:rPr>
      <w:vertAlign w:val="superscript"/>
    </w:rPr>
  </w:style>
  <w:style w:type="paragraph" w:styleId="Tekstdymka">
    <w:name w:val="Balloon Text"/>
    <w:basedOn w:val="Normalny"/>
    <w:semiHidden/>
    <w:rsid w:val="002127E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semiHidden/>
    <w:rsid w:val="00C3512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rsid w:val="0027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rotas\Dane%20aplikacji\Microsoft\Szablony\Firm&#243;wka%20OKE%20w%20Krakow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OKE w Krakowie</Template>
  <TotalTime>2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03_sieradzki</vt:lpstr>
    </vt:vector>
  </TitlesOfParts>
  <Company>OKE Kraków</Company>
  <LinksUpToDate>false</LinksUpToDate>
  <CharactersWithSpaces>1586</CharactersWithSpaces>
  <SharedDoc>false</SharedDoc>
  <HLinks>
    <vt:vector size="12" baseType="variant">
      <vt:variant>
        <vt:i4>393227</vt:i4>
      </vt:variant>
      <vt:variant>
        <vt:i4>3</vt:i4>
      </vt:variant>
      <vt:variant>
        <vt:i4>0</vt:i4>
      </vt:variant>
      <vt:variant>
        <vt:i4>5</vt:i4>
      </vt:variant>
      <vt:variant>
        <vt:lpwstr>http://www.oke.krakow.pl/</vt:lpwstr>
      </vt:variant>
      <vt:variant>
        <vt:lpwstr/>
      </vt:variant>
      <vt:variant>
        <vt:i4>4522042</vt:i4>
      </vt:variant>
      <vt:variant>
        <vt:i4>0</vt:i4>
      </vt:variant>
      <vt:variant>
        <vt:i4>0</vt:i4>
      </vt:variant>
      <vt:variant>
        <vt:i4>5</vt:i4>
      </vt:variant>
      <vt:variant>
        <vt:lpwstr>mailto:oke@oke.krakow.pl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03_sieradzki</dc:title>
  <dc:creator>mj</dc:creator>
  <cp:lastModifiedBy>Marcin Smolik</cp:lastModifiedBy>
  <cp:revision>4</cp:revision>
  <cp:lastPrinted>2014-08-21T08:49:00Z</cp:lastPrinted>
  <dcterms:created xsi:type="dcterms:W3CDTF">2014-08-26T22:14:00Z</dcterms:created>
  <dcterms:modified xsi:type="dcterms:W3CDTF">2014-11-23T13:48:00Z</dcterms:modified>
</cp:coreProperties>
</file>